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7056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170567">
        <w:rPr>
          <w:rFonts w:ascii="Arial Narrow" w:hAnsi="Arial Narrow"/>
          <w:sz w:val="22"/>
          <w:lang w:val="de-DE"/>
        </w:rPr>
        <w:t>03</w:t>
      </w:r>
      <w:r w:rsidR="00244264">
        <w:rPr>
          <w:rFonts w:ascii="Arial Narrow" w:hAnsi="Arial Narrow"/>
          <w:sz w:val="22"/>
          <w:lang w:val="de-DE"/>
        </w:rPr>
        <w:t>.</w:t>
      </w:r>
      <w:r w:rsidR="00170567">
        <w:rPr>
          <w:rFonts w:ascii="Arial Narrow" w:hAnsi="Arial Narrow"/>
          <w:sz w:val="22"/>
          <w:lang w:val="de-DE"/>
        </w:rPr>
        <w:t>05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6D3C5D" w:rsidRDefault="00170567" w:rsidP="00170567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Antrag </w:t>
      </w:r>
      <w:proofErr w:type="spellStart"/>
      <w:r>
        <w:rPr>
          <w:rFonts w:ascii="Arial Narrow" w:hAnsi="Arial Narrow"/>
          <w:sz w:val="22"/>
          <w:lang w:val="de-DE"/>
        </w:rPr>
        <w:t>Indoor</w:t>
      </w:r>
      <w:proofErr w:type="spellEnd"/>
      <w:r>
        <w:rPr>
          <w:rFonts w:ascii="Arial Narrow" w:hAnsi="Arial Narrow"/>
          <w:sz w:val="22"/>
          <w:lang w:val="de-DE"/>
        </w:rPr>
        <w:t>-Soccer (siehe Anhang) Status klären</w:t>
      </w:r>
    </w:p>
    <w:p w:rsidR="00D47822" w:rsidRDefault="00D47822" w:rsidP="00170567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Zumba</w:t>
      </w:r>
      <w:r w:rsidR="00E25C59">
        <w:rPr>
          <w:rFonts w:ascii="Arial Narrow" w:hAnsi="Arial Narrow"/>
          <w:sz w:val="22"/>
          <w:lang w:val="de-DE"/>
        </w:rPr>
        <w:t xml:space="preserve"> Teil </w:t>
      </w:r>
      <w:r w:rsidR="005307C9">
        <w:rPr>
          <w:rFonts w:ascii="Arial Narrow" w:hAnsi="Arial Narrow"/>
          <w:sz w:val="22"/>
          <w:lang w:val="de-DE"/>
        </w:rPr>
        <w:t>(</w:t>
      </w:r>
      <w:r w:rsidR="00E25C59">
        <w:rPr>
          <w:rFonts w:ascii="Arial Narrow" w:hAnsi="Arial Narrow"/>
          <w:sz w:val="22"/>
          <w:lang w:val="de-DE"/>
        </w:rPr>
        <w:t>x von ∞</w:t>
      </w:r>
      <w:r w:rsidR="005307C9">
        <w:rPr>
          <w:rFonts w:ascii="Arial Narrow" w:hAnsi="Arial Narrow"/>
          <w:sz w:val="22"/>
          <w:lang w:val="de-DE"/>
        </w:rPr>
        <w:t>)</w:t>
      </w:r>
    </w:p>
    <w:p w:rsidR="00070519" w:rsidRDefault="00070519" w:rsidP="00170567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Pfandflaschen-Kiste</w:t>
      </w:r>
    </w:p>
    <w:p w:rsidR="00FA0DA7" w:rsidRDefault="00FA0DA7" w:rsidP="00FA0DA7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Starus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>-Doku</w:t>
      </w:r>
    </w:p>
    <w:p w:rsidR="005973BD" w:rsidRPr="005973BD" w:rsidRDefault="005973BD" w:rsidP="005973BD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PC-Arbeitsplätze &amp; Zettel</w:t>
      </w:r>
      <w:bookmarkStart w:id="0" w:name="_GoBack"/>
      <w:bookmarkEnd w:id="0"/>
    </w:p>
    <w:p w:rsidR="00170567" w:rsidRPr="0012300D" w:rsidRDefault="00D47822" w:rsidP="00170567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7D610C" w:rsidRPr="00170FD2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sectPr w:rsidR="007D610C" w:rsidRPr="00170F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973B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5E0EAC"/>
    <w:multiLevelType w:val="hybridMultilevel"/>
    <w:tmpl w:val="6A8017FA"/>
    <w:lvl w:ilvl="0" w:tplc="FF760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371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1BF1"/>
    <w:rsid w:val="00062DB6"/>
    <w:rsid w:val="00063E3E"/>
    <w:rsid w:val="00070519"/>
    <w:rsid w:val="00073170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70567"/>
    <w:rsid w:val="00170FD2"/>
    <w:rsid w:val="00180C16"/>
    <w:rsid w:val="00190913"/>
    <w:rsid w:val="001A44B0"/>
    <w:rsid w:val="001C25E2"/>
    <w:rsid w:val="001C4F50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3EFC"/>
    <w:rsid w:val="00244264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22B9"/>
    <w:rsid w:val="00385286"/>
    <w:rsid w:val="00396AA7"/>
    <w:rsid w:val="003A45F8"/>
    <w:rsid w:val="003B6176"/>
    <w:rsid w:val="003B669B"/>
    <w:rsid w:val="003D3380"/>
    <w:rsid w:val="003D33D6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961CB"/>
    <w:rsid w:val="004A46A2"/>
    <w:rsid w:val="004B5625"/>
    <w:rsid w:val="004B5892"/>
    <w:rsid w:val="004D1F62"/>
    <w:rsid w:val="004D70BF"/>
    <w:rsid w:val="004F5365"/>
    <w:rsid w:val="00501683"/>
    <w:rsid w:val="00501BD9"/>
    <w:rsid w:val="005307C9"/>
    <w:rsid w:val="00531881"/>
    <w:rsid w:val="00543129"/>
    <w:rsid w:val="005454D0"/>
    <w:rsid w:val="00564954"/>
    <w:rsid w:val="00577F83"/>
    <w:rsid w:val="00584798"/>
    <w:rsid w:val="005973BD"/>
    <w:rsid w:val="005A5C7C"/>
    <w:rsid w:val="005B1C22"/>
    <w:rsid w:val="005C5AC9"/>
    <w:rsid w:val="005F45A2"/>
    <w:rsid w:val="00602994"/>
    <w:rsid w:val="00606F9B"/>
    <w:rsid w:val="006204D1"/>
    <w:rsid w:val="00663106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E39D5"/>
    <w:rsid w:val="007F047A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43F45"/>
    <w:rsid w:val="008457B3"/>
    <w:rsid w:val="008743D8"/>
    <w:rsid w:val="008744B2"/>
    <w:rsid w:val="00876DBB"/>
    <w:rsid w:val="00883CB3"/>
    <w:rsid w:val="008840AD"/>
    <w:rsid w:val="00886C4D"/>
    <w:rsid w:val="008A70BF"/>
    <w:rsid w:val="008B511A"/>
    <w:rsid w:val="008C250E"/>
    <w:rsid w:val="008C59C6"/>
    <w:rsid w:val="008D16EC"/>
    <w:rsid w:val="008D2BDB"/>
    <w:rsid w:val="008E4B14"/>
    <w:rsid w:val="008F7364"/>
    <w:rsid w:val="009245A2"/>
    <w:rsid w:val="00927544"/>
    <w:rsid w:val="009301A0"/>
    <w:rsid w:val="00937828"/>
    <w:rsid w:val="00941F10"/>
    <w:rsid w:val="00950959"/>
    <w:rsid w:val="00965A65"/>
    <w:rsid w:val="00967E13"/>
    <w:rsid w:val="009757B0"/>
    <w:rsid w:val="009857BD"/>
    <w:rsid w:val="009906B7"/>
    <w:rsid w:val="00990ACB"/>
    <w:rsid w:val="00991E60"/>
    <w:rsid w:val="00992594"/>
    <w:rsid w:val="009A166B"/>
    <w:rsid w:val="009A43CC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535A2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017B1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5A2F"/>
    <w:rsid w:val="00C75D71"/>
    <w:rsid w:val="00C772CC"/>
    <w:rsid w:val="00C82C9C"/>
    <w:rsid w:val="00CA5DF7"/>
    <w:rsid w:val="00CB5BD5"/>
    <w:rsid w:val="00CD7327"/>
    <w:rsid w:val="00CE73AB"/>
    <w:rsid w:val="00CE7E97"/>
    <w:rsid w:val="00CF0EE6"/>
    <w:rsid w:val="00CF385F"/>
    <w:rsid w:val="00D24AA6"/>
    <w:rsid w:val="00D47822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DE74EF"/>
    <w:rsid w:val="00E1673A"/>
    <w:rsid w:val="00E206F4"/>
    <w:rsid w:val="00E25C59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EE47AB"/>
    <w:rsid w:val="00F067DF"/>
    <w:rsid w:val="00F120F9"/>
    <w:rsid w:val="00F13563"/>
    <w:rsid w:val="00F15EEB"/>
    <w:rsid w:val="00F27098"/>
    <w:rsid w:val="00F60291"/>
    <w:rsid w:val="00F834DE"/>
    <w:rsid w:val="00F901A2"/>
    <w:rsid w:val="00F9390D"/>
    <w:rsid w:val="00FA0DA7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3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Joana Bacher</cp:lastModifiedBy>
  <cp:revision>22</cp:revision>
  <cp:lastPrinted>2016-01-20T11:58:00Z</cp:lastPrinted>
  <dcterms:created xsi:type="dcterms:W3CDTF">2016-04-13T09:50:00Z</dcterms:created>
  <dcterms:modified xsi:type="dcterms:W3CDTF">2016-05-03T09:14:00Z</dcterms:modified>
</cp:coreProperties>
</file>